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template.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C92EEB" w14:textId="343DD1C6" w:rsidR="004A1FDD" w:rsidRPr="008500F2" w:rsidRDefault="004A1FDD" w:rsidP="00D34ED1">
      <w:pPr>
        <w:jc w:val="center"/>
      </w:pPr>
      <w:r w:rsidRPr="0081259A">
        <w:rPr>
          <w:b/>
          <w:sz w:val="32"/>
          <w:szCs w:val="32"/>
        </w:rPr>
        <w:t>PERSBERICHT</w:t>
      </w:r>
    </w:p>
    <w:p w14:paraId="4944E82B" w14:textId="5AF10555" w:rsidR="0081259A" w:rsidRPr="00D34ED1" w:rsidRDefault="0081259A" w:rsidP="004A1FDD">
      <w:pPr>
        <w:rPr>
          <w:b/>
          <w:sz w:val="32"/>
          <w:szCs w:val="32"/>
        </w:rPr>
      </w:pPr>
      <w:r>
        <w:rPr>
          <w:b/>
          <w:sz w:val="24"/>
          <w:szCs w:val="24"/>
        </w:rPr>
        <w:br/>
      </w:r>
    </w:p>
    <w:p w14:paraId="7007D959" w14:textId="77777777" w:rsidR="004A1FDD" w:rsidRDefault="004A1FDD" w:rsidP="004A1FDD">
      <w:pPr>
        <w:rPr>
          <w:sz w:val="24"/>
          <w:szCs w:val="24"/>
        </w:rPr>
      </w:pPr>
      <w:r w:rsidRPr="00EB09C3">
        <w:rPr>
          <w:b/>
          <w:sz w:val="24"/>
          <w:szCs w:val="24"/>
        </w:rPr>
        <w:t xml:space="preserve">Titel van het persbericht </w:t>
      </w:r>
      <w:r w:rsidRPr="00EB09C3">
        <w:rPr>
          <w:b/>
          <w:sz w:val="24"/>
          <w:szCs w:val="24"/>
        </w:rPr>
        <w:br/>
      </w:r>
      <w:r w:rsidRPr="004A1FDD">
        <w:t>(kort en informatief)</w:t>
      </w:r>
    </w:p>
    <w:p w14:paraId="03484A5E" w14:textId="3AECD4CF" w:rsidR="004A1FDD" w:rsidRDefault="004A1FDD" w:rsidP="004A1FDD">
      <w:pPr>
        <w:rPr>
          <w:sz w:val="24"/>
          <w:szCs w:val="24"/>
        </w:rPr>
      </w:pPr>
    </w:p>
    <w:p w14:paraId="0759AB7A" w14:textId="77777777" w:rsidR="004A1FDD" w:rsidRDefault="004A1FDD" w:rsidP="004A1FDD">
      <w:r w:rsidRPr="00EB09C3">
        <w:rPr>
          <w:b/>
          <w:sz w:val="24"/>
          <w:szCs w:val="24"/>
        </w:rPr>
        <w:t xml:space="preserve">Eerste paragraaf: </w:t>
      </w:r>
      <w:r w:rsidRPr="00EB09C3">
        <w:rPr>
          <w:b/>
          <w:sz w:val="24"/>
          <w:szCs w:val="24"/>
        </w:rPr>
        <w:br/>
      </w:r>
      <w:r>
        <w:t xml:space="preserve">Geef weer waar het over gaat. </w:t>
      </w:r>
      <w:r>
        <w:br/>
        <w:t xml:space="preserve">Wie? Wat? Waar? Wanneer? </w:t>
      </w:r>
      <w:r>
        <w:br/>
        <w:t>(ga niet te diep in op praktische details, die sluiten het persbericht af)</w:t>
      </w:r>
    </w:p>
    <w:p w14:paraId="1EC4B0B7" w14:textId="77777777" w:rsidR="004A1FDD" w:rsidRDefault="004A1FDD" w:rsidP="004A1FDD"/>
    <w:p w14:paraId="7ABC11A4" w14:textId="77777777" w:rsidR="004A1FDD" w:rsidRPr="00EB09C3" w:rsidRDefault="004A1FDD" w:rsidP="004A1FDD">
      <w:pPr>
        <w:rPr>
          <w:b/>
          <w:sz w:val="24"/>
          <w:szCs w:val="24"/>
        </w:rPr>
      </w:pPr>
      <w:r w:rsidRPr="00EB09C3">
        <w:rPr>
          <w:b/>
          <w:sz w:val="24"/>
          <w:szCs w:val="24"/>
        </w:rPr>
        <w:t>Tweede paragraaf:</w:t>
      </w:r>
    </w:p>
    <w:p w14:paraId="1BFDA8C5" w14:textId="77777777" w:rsidR="004A1FDD" w:rsidRDefault="004A1FDD" w:rsidP="004A1FDD">
      <w:r>
        <w:t>Geef antwoord op de vraag “Waarom?”</w:t>
      </w:r>
    </w:p>
    <w:p w14:paraId="55794FC1" w14:textId="77777777" w:rsidR="004A1FDD" w:rsidRPr="004A1FDD" w:rsidRDefault="004A1FDD" w:rsidP="004A1FDD"/>
    <w:p w14:paraId="29F5755B" w14:textId="201F19F7" w:rsidR="004A1FDD" w:rsidRPr="00EB09C3" w:rsidRDefault="00A30ADA" w:rsidP="004A1FDD">
      <w:pPr>
        <w:rPr>
          <w:b/>
          <w:sz w:val="24"/>
          <w:szCs w:val="24"/>
        </w:rPr>
      </w:pPr>
      <w:r w:rsidRPr="00EB09C3">
        <w:rPr>
          <w:b/>
          <w:sz w:val="24"/>
          <w:szCs w:val="24"/>
        </w:rPr>
        <w:t xml:space="preserve">Derde paragraaf: </w:t>
      </w:r>
    </w:p>
    <w:p w14:paraId="06810EBD" w14:textId="60B2D062" w:rsidR="00A30ADA" w:rsidRPr="004A1FDD" w:rsidRDefault="00A30ADA" w:rsidP="004A1FDD">
      <w:r>
        <w:t xml:space="preserve">Bijkomende informatie. </w:t>
      </w:r>
      <w:r>
        <w:br/>
        <w:t>Hier ga je meestal dieper in op de info uit paragraaf 2 en kan je wat meer vertellen over het (maatschappelijk) belang van de actie, het evenement, de voorstelling, de workshop…</w:t>
      </w:r>
    </w:p>
    <w:p w14:paraId="56B4CDB3" w14:textId="77777777" w:rsidR="004A1FDD" w:rsidRPr="004A1FDD" w:rsidRDefault="004A1FDD" w:rsidP="004A1FDD"/>
    <w:p w14:paraId="71442EA1" w14:textId="7E19436E" w:rsidR="004A1FDD" w:rsidRPr="00EB09C3" w:rsidRDefault="00EB09C3" w:rsidP="004A1FDD">
      <w:pPr>
        <w:rPr>
          <w:b/>
          <w:sz w:val="24"/>
          <w:szCs w:val="24"/>
        </w:rPr>
      </w:pPr>
      <w:r w:rsidRPr="00EB09C3">
        <w:rPr>
          <w:b/>
          <w:sz w:val="24"/>
          <w:szCs w:val="24"/>
        </w:rPr>
        <w:t>Praktische info</w:t>
      </w:r>
    </w:p>
    <w:p w14:paraId="7F078C04" w14:textId="5504F645" w:rsidR="00EB09C3" w:rsidRDefault="00EB09C3" w:rsidP="004A1FDD">
      <w:r w:rsidRPr="00EB09C3">
        <w:rPr>
          <w:u w:val="single"/>
        </w:rPr>
        <w:t>Waar</w:t>
      </w:r>
      <w:r>
        <w:t xml:space="preserve"> gaat het door. Met een adres! (+ hoe bereikbaar)</w:t>
      </w:r>
    </w:p>
    <w:p w14:paraId="3A6892F4" w14:textId="77777777" w:rsidR="00EB09C3" w:rsidRDefault="00EB09C3" w:rsidP="004A1FDD">
      <w:r w:rsidRPr="00EB09C3">
        <w:rPr>
          <w:u w:val="single"/>
        </w:rPr>
        <w:t>Wanneer</w:t>
      </w:r>
      <w:r>
        <w:t xml:space="preserve"> gaat het door. Datum + uur en een programma van wat wanneer gebeurt als het om een grote activiteit gaat.</w:t>
      </w:r>
    </w:p>
    <w:p w14:paraId="58F28E07" w14:textId="77777777" w:rsidR="00EB09C3" w:rsidRDefault="00EB09C3" w:rsidP="004A1FDD">
      <w:r w:rsidRPr="00EB09C3">
        <w:rPr>
          <w:u w:val="single"/>
        </w:rPr>
        <w:t>Welke mogelijkheden</w:t>
      </w:r>
      <w:r>
        <w:t xml:space="preserve"> zijn er om foto’s te maken, te filmen, interviews af te nemen…</w:t>
      </w:r>
    </w:p>
    <w:p w14:paraId="0F419338" w14:textId="301A7252" w:rsidR="00EB09C3" w:rsidRDefault="00EB09C3" w:rsidP="004A1FDD">
      <w:r w:rsidRPr="00EB09C3">
        <w:rPr>
          <w:u w:val="single"/>
        </w:rPr>
        <w:t>Wie</w:t>
      </w:r>
      <w:r>
        <w:t xml:space="preserve"> zal aanwezig zijn (vooral belangrijk als er bekende / belangrijke mensen komen</w:t>
      </w:r>
      <w:r>
        <w:br/>
      </w:r>
      <w:r>
        <w:br/>
      </w:r>
      <w:r w:rsidRPr="00EB09C3">
        <w:t>Wie</w:t>
      </w:r>
      <w:r>
        <w:t xml:space="preserve"> is de </w:t>
      </w:r>
      <w:r w:rsidRPr="00EB09C3">
        <w:rPr>
          <w:u w:val="single"/>
        </w:rPr>
        <w:t>contactpersoon</w:t>
      </w:r>
      <w:r>
        <w:t xml:space="preserve"> en hoe kan de journalist die bereiken. Geef 1 naam op, met gsm-nummer en emailadres.  Zorg dat die persoon bereikbaar is de dagen voor de activiteit en op de hoogte is van alles wat er mee te maken heeft. Zowel de praktische kant als de inhoudelijke kant. </w:t>
      </w:r>
    </w:p>
    <w:p w14:paraId="1D1173BA" w14:textId="77777777" w:rsidR="00685BB3" w:rsidRDefault="00685BB3" w:rsidP="004A1FDD"/>
    <w:p w14:paraId="02579798" w14:textId="5C9F47D3" w:rsidR="00685BB3" w:rsidRDefault="00685BB3" w:rsidP="004A1FDD">
      <w:r>
        <w:t>Contactgegevens van de afdeling – korte omschrijving (2 zinnen) van wat JNM is – logo JNM (of afdeling)</w:t>
      </w:r>
    </w:p>
    <w:p w14:paraId="043B621D" w14:textId="77777777" w:rsidR="00EB09C3" w:rsidRDefault="00EB09C3" w:rsidP="004A1FDD"/>
    <w:p w14:paraId="752FAFC0" w14:textId="77777777" w:rsidR="00EB09C3" w:rsidRDefault="00EB09C3" w:rsidP="004A1FDD"/>
    <w:p w14:paraId="5FBDD830" w14:textId="038677C8" w:rsidR="004A1FDD" w:rsidRPr="00EB09C3" w:rsidRDefault="00EB09C3" w:rsidP="00EB09C3">
      <w:pPr>
        <w:jc w:val="center"/>
        <w:rPr>
          <w:sz w:val="32"/>
          <w:szCs w:val="32"/>
        </w:rPr>
      </w:pPr>
      <w:r w:rsidRPr="00EB09C3">
        <w:rPr>
          <w:sz w:val="32"/>
          <w:szCs w:val="32"/>
        </w:rPr>
        <w:t>--- EINDE PERSBERICHT ---</w:t>
      </w:r>
    </w:p>
    <w:p w14:paraId="111B9377" w14:textId="77777777" w:rsidR="004A1FDD" w:rsidRPr="004A1FDD" w:rsidRDefault="004A1FDD" w:rsidP="004A1FDD"/>
    <w:p w14:paraId="69F4F087" w14:textId="77777777" w:rsidR="004A1FDD" w:rsidRPr="004A1FDD" w:rsidRDefault="004A1FDD" w:rsidP="004A1FDD"/>
    <w:p w14:paraId="7A2EEFC8" w14:textId="42A649CD" w:rsidR="004A1FDD" w:rsidRPr="00D34ED1" w:rsidRDefault="006D178D" w:rsidP="00D34ED1">
      <w:pPr>
        <w:rPr>
          <w:b/>
          <w:sz w:val="24"/>
          <w:szCs w:val="24"/>
        </w:rPr>
      </w:pPr>
      <w:bookmarkStart w:id="0" w:name="_GoBack"/>
      <w:bookmarkEnd w:id="0"/>
      <w:r w:rsidRPr="00D34ED1">
        <w:rPr>
          <w:b/>
          <w:sz w:val="24"/>
          <w:szCs w:val="24"/>
        </w:rPr>
        <w:t xml:space="preserve">Tips bij het schrijven </w:t>
      </w:r>
    </w:p>
    <w:p w14:paraId="3FC7159A" w14:textId="77777777" w:rsidR="004A1FDD" w:rsidRDefault="004A1FDD" w:rsidP="004A1FDD"/>
    <w:p w14:paraId="53948B7D" w14:textId="77777777" w:rsidR="004A1FDD" w:rsidRDefault="004A1FDD" w:rsidP="00D34ED1">
      <w:pPr>
        <w:pStyle w:val="Lijstalinea"/>
        <w:numPr>
          <w:ilvl w:val="0"/>
          <w:numId w:val="2"/>
        </w:numPr>
      </w:pPr>
      <w:r>
        <w:t xml:space="preserve">Schrijf actief en zonder twijfel. </w:t>
      </w:r>
    </w:p>
    <w:p w14:paraId="04B80C63" w14:textId="77777777" w:rsidR="004A1FDD" w:rsidRDefault="004A1FDD" w:rsidP="00D34ED1">
      <w:pPr>
        <w:pStyle w:val="Lijstalinea"/>
      </w:pPr>
      <w:r>
        <w:t>Niet: we zouden een actie willen proberen opzetten die mensen bewust maakt van…</w:t>
      </w:r>
    </w:p>
    <w:p w14:paraId="23BFDA81" w14:textId="77777777" w:rsidR="004A1FDD" w:rsidRDefault="004A1FDD" w:rsidP="00D34ED1">
      <w:pPr>
        <w:pStyle w:val="Lijstalinea"/>
      </w:pPr>
      <w:r>
        <w:t>Wel: we organiseren een actie die mensen bewust maakt van…</w:t>
      </w:r>
    </w:p>
    <w:p w14:paraId="122E449B" w14:textId="77777777" w:rsidR="00B110CA" w:rsidRDefault="00B110CA" w:rsidP="004A1FDD"/>
    <w:p w14:paraId="140ABB90" w14:textId="72BC8904" w:rsidR="00972A17" w:rsidRDefault="003156D3" w:rsidP="00D34ED1">
      <w:pPr>
        <w:pStyle w:val="Lijstalinea"/>
        <w:numPr>
          <w:ilvl w:val="0"/>
          <w:numId w:val="2"/>
        </w:numPr>
      </w:pPr>
      <w:r>
        <w:t>S</w:t>
      </w:r>
      <w:r w:rsidR="006D178D">
        <w:t>chrijf positief en enthousiast (</w:t>
      </w:r>
      <w:r>
        <w:t xml:space="preserve">maar maak er geen </w:t>
      </w:r>
      <w:r w:rsidR="00A30ADA">
        <w:t>“</w:t>
      </w:r>
      <w:r>
        <w:t>Yeah-yeah!</w:t>
      </w:r>
      <w:r w:rsidR="00A30ADA">
        <w:t>”</w:t>
      </w:r>
      <w:r>
        <w:t>-bericht van</w:t>
      </w:r>
      <w:r w:rsidR="006D178D">
        <w:t>)</w:t>
      </w:r>
      <w:r>
        <w:t>.</w:t>
      </w:r>
    </w:p>
    <w:p w14:paraId="7ACA4133" w14:textId="77777777" w:rsidR="00972A17" w:rsidRDefault="00972A17" w:rsidP="004A1FDD"/>
    <w:p w14:paraId="3C344314" w14:textId="77777777" w:rsidR="00B110CA" w:rsidRDefault="00972A17" w:rsidP="00D34ED1">
      <w:pPr>
        <w:pStyle w:val="Lijstalinea"/>
        <w:numPr>
          <w:ilvl w:val="0"/>
          <w:numId w:val="2"/>
        </w:numPr>
      </w:pPr>
      <w:r>
        <w:t>Gebruike vlotte, toegankelijke taal (= eerder spreektaal dan stijve schrijftaal)</w:t>
      </w:r>
      <w:r w:rsidR="00B110CA">
        <w:br/>
      </w:r>
    </w:p>
    <w:p w14:paraId="3BFE325A" w14:textId="77777777" w:rsidR="003156D3" w:rsidRDefault="003156D3" w:rsidP="00D34ED1">
      <w:pPr>
        <w:pStyle w:val="Lijstalinea"/>
        <w:numPr>
          <w:ilvl w:val="0"/>
          <w:numId w:val="2"/>
        </w:numPr>
      </w:pPr>
      <w:r>
        <w:t xml:space="preserve">Gebruik korte zinnen en laat onnodige woorden weg. </w:t>
      </w:r>
    </w:p>
    <w:p w14:paraId="21DE899A" w14:textId="77777777" w:rsidR="003156D3" w:rsidRDefault="003156D3" w:rsidP="004A1FDD"/>
    <w:p w14:paraId="7151A9CA" w14:textId="77777777" w:rsidR="003156D3" w:rsidRDefault="003156D3" w:rsidP="00D34ED1">
      <w:pPr>
        <w:pStyle w:val="Lijstalinea"/>
        <w:numPr>
          <w:ilvl w:val="0"/>
          <w:numId w:val="2"/>
        </w:numPr>
      </w:pPr>
      <w:r>
        <w:t xml:space="preserve">Gebruik quotes. </w:t>
      </w:r>
    </w:p>
    <w:p w14:paraId="3FEDAEF6" w14:textId="77777777" w:rsidR="003156D3" w:rsidRDefault="003156D3" w:rsidP="004A1FDD"/>
    <w:p w14:paraId="1C5DE8F0" w14:textId="717BDAE1" w:rsidR="003156D3" w:rsidRDefault="003156D3" w:rsidP="00D34ED1">
      <w:pPr>
        <w:pStyle w:val="Lijstalinea"/>
        <w:numPr>
          <w:ilvl w:val="0"/>
          <w:numId w:val="2"/>
        </w:numPr>
      </w:pPr>
      <w:r>
        <w:t xml:space="preserve">Lees je persbericht na. Vijf keer. Minstens. En laat het nalezen door iemand die niet weet waar het over gaat. Dan weet je zeker dat je voldoende informatie geeft voor iemand die niet </w:t>
      </w:r>
      <w:r w:rsidR="000C0ED2">
        <w:t xml:space="preserve">vertrouwd is </w:t>
      </w:r>
      <w:r w:rsidR="006D178D">
        <w:t>met de actie/</w:t>
      </w:r>
      <w:r>
        <w:t>activiteit</w:t>
      </w:r>
      <w:r w:rsidR="000C0ED2">
        <w:t xml:space="preserve">. </w:t>
      </w:r>
    </w:p>
    <w:p w14:paraId="3788D363" w14:textId="77777777" w:rsidR="006D178D" w:rsidRDefault="006D178D" w:rsidP="004A1FDD"/>
    <w:p w14:paraId="59BE034C" w14:textId="0651B8E9" w:rsidR="003156D3" w:rsidRPr="004A1FDD" w:rsidRDefault="006D178D" w:rsidP="00D34ED1">
      <w:pPr>
        <w:pStyle w:val="Lijstalinea"/>
        <w:numPr>
          <w:ilvl w:val="0"/>
          <w:numId w:val="2"/>
        </w:numPr>
      </w:pPr>
      <w:r>
        <w:t xml:space="preserve">Geef voldoende informatie en laat je enthousiasme blijken, maar houd het persbericht kort. </w:t>
      </w:r>
      <w:r>
        <w:br/>
        <w:t>(richtlijn: in Word, Arial, 12pt, max. 1 pagina)</w:t>
      </w:r>
    </w:p>
    <w:sectPr w:rsidR="003156D3" w:rsidRPr="004A1FDD" w:rsidSect="006D178D">
      <w:pgSz w:w="11900" w:h="16840"/>
      <w:pgMar w:top="1134" w:right="1418" w:bottom="102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EB31E46"/>
    <w:multiLevelType w:val="hybridMultilevel"/>
    <w:tmpl w:val="1DE059AA"/>
    <w:lvl w:ilvl="0" w:tplc="64768838">
      <w:start w:val="2"/>
      <w:numFmt w:val="bullet"/>
      <w:lvlText w:val="-"/>
      <w:lvlJc w:val="left"/>
      <w:pPr>
        <w:ind w:left="720" w:hanging="360"/>
      </w:pPr>
      <w:rPr>
        <w:rFonts w:ascii="Calibri" w:eastAsiaTheme="minorEastAsia"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7AFE36E8"/>
    <w:multiLevelType w:val="hybridMultilevel"/>
    <w:tmpl w:val="4EB624BA"/>
    <w:lvl w:ilvl="0" w:tplc="64768838">
      <w:start w:val="2"/>
      <w:numFmt w:val="bullet"/>
      <w:lvlText w:val="-"/>
      <w:lvlJc w:val="left"/>
      <w:pPr>
        <w:ind w:left="720" w:hanging="360"/>
      </w:pPr>
      <w:rPr>
        <w:rFonts w:ascii="Calibri" w:eastAsiaTheme="minorEastAsia"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4"/>
  <w:defaultTabStop w:val="708"/>
  <w:hyphenationZone w:val="425"/>
  <w:drawingGridHorizontalSpacing w:val="100"/>
  <w:displayHorizontalDrawingGridEvery w:val="2"/>
  <w:displayVerticalDrawingGridEvery w:val="2"/>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369"/>
    <w:rsid w:val="000C0ED2"/>
    <w:rsid w:val="000F250B"/>
    <w:rsid w:val="003156D3"/>
    <w:rsid w:val="004A1FDD"/>
    <w:rsid w:val="00624F33"/>
    <w:rsid w:val="00685BB3"/>
    <w:rsid w:val="006D178D"/>
    <w:rsid w:val="006F00E6"/>
    <w:rsid w:val="007B5369"/>
    <w:rsid w:val="0081259A"/>
    <w:rsid w:val="008500F2"/>
    <w:rsid w:val="00972A17"/>
    <w:rsid w:val="00A30ADA"/>
    <w:rsid w:val="00B110CA"/>
    <w:rsid w:val="00BE0058"/>
    <w:rsid w:val="00D34ED1"/>
    <w:rsid w:val="00EB09C3"/>
  </w:rsids>
  <m:mathPr>
    <m:mathFont m:val="Cambria Math"/>
    <m:brkBin m:val="before"/>
    <m:brkBinSub m:val="--"/>
    <m:smallFrac m:val="0"/>
    <m:dispDef/>
    <m:lMargin m:val="0"/>
    <m:rMargin m:val="0"/>
    <m:defJc m:val="centerGroup"/>
    <m:wrapIndent m:val="1440"/>
    <m:intLim m:val="subSup"/>
    <m:naryLim m:val="undOvr"/>
  </m:mathPr>
  <w:themeFontLang w:val="nl-B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8056A1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EastAsia" w:hAnsi="Calibri" w:cs="Times New Roman"/>
        <w:lang w:val="nl-BE" w:eastAsia="ja-JP"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Teken"/>
    <w:uiPriority w:val="99"/>
    <w:semiHidden/>
    <w:unhideWhenUsed/>
    <w:rsid w:val="006F00E6"/>
    <w:rPr>
      <w:rFonts w:ascii="Lucida Grande" w:hAnsi="Lucida Grande" w:cs="Lucida Grande"/>
      <w:sz w:val="18"/>
      <w:szCs w:val="18"/>
    </w:rPr>
  </w:style>
  <w:style w:type="character" w:customStyle="1" w:styleId="BallontekstTeken">
    <w:name w:val="Ballontekst Teken"/>
    <w:basedOn w:val="Standaardalinea-lettertype"/>
    <w:link w:val="Ballontekst"/>
    <w:uiPriority w:val="99"/>
    <w:semiHidden/>
    <w:rsid w:val="006F00E6"/>
    <w:rPr>
      <w:rFonts w:ascii="Lucida Grande" w:eastAsia="Calibri" w:hAnsi="Lucida Grande" w:cs="Lucida Grande"/>
      <w:sz w:val="18"/>
      <w:szCs w:val="18"/>
      <w:lang w:val="fr-BE" w:eastAsia="fr-BE"/>
    </w:rPr>
  </w:style>
  <w:style w:type="paragraph" w:styleId="Lijstalinea">
    <w:name w:val="List Paragraph"/>
    <w:basedOn w:val="Standaard"/>
    <w:uiPriority w:val="34"/>
    <w:qFormat/>
    <w:rsid w:val="00A30AD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Persbericht.dotx</Template>
  <TotalTime>3</TotalTime>
  <Pages>1</Pages>
  <Words>316</Words>
  <Characters>1741</Characters>
  <Application>Microsoft Macintosh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jnm</Company>
  <LinksUpToDate>false</LinksUpToDate>
  <CharactersWithSpaces>2053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veerle cannoot</dc:creator>
  <cp:keywords/>
  <dc:description/>
  <cp:lastModifiedBy>Microsoft Office-gebruiker</cp:lastModifiedBy>
  <cp:revision>3</cp:revision>
  <dcterms:created xsi:type="dcterms:W3CDTF">2016-06-07T10:23:00Z</dcterms:created>
  <dcterms:modified xsi:type="dcterms:W3CDTF">2016-06-07T10:23:00Z</dcterms:modified>
</cp:coreProperties>
</file>